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1076EB" w14:textId="77777777" w:rsidR="001F274B" w:rsidRPr="00B40231" w:rsidRDefault="000C2176" w:rsidP="001F274B">
      <w:pPr>
        <w:spacing w:line="276" w:lineRule="auto"/>
        <w:jc w:val="right"/>
        <w:rPr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1F274B" w:rsidRPr="00B40231">
        <w:rPr>
          <w:b/>
          <w:bCs/>
          <w:sz w:val="20"/>
          <w:szCs w:val="20"/>
        </w:rPr>
        <w:t xml:space="preserve">Parafia Rzymskokatolicka </w:t>
      </w:r>
    </w:p>
    <w:p w14:paraId="4DAF132D" w14:textId="77777777" w:rsidR="001F274B" w:rsidRPr="00B40231" w:rsidRDefault="001F274B" w:rsidP="001F274B">
      <w:pPr>
        <w:spacing w:line="276" w:lineRule="auto"/>
        <w:jc w:val="right"/>
        <w:rPr>
          <w:rFonts w:cs="Arial"/>
          <w:b/>
          <w:sz w:val="20"/>
          <w:szCs w:val="20"/>
        </w:rPr>
      </w:pPr>
      <w:r w:rsidRPr="00B40231">
        <w:rPr>
          <w:b/>
          <w:bCs/>
          <w:sz w:val="20"/>
          <w:szCs w:val="20"/>
        </w:rPr>
        <w:t>p.w. Św. Marii Magdaleny w Czersku</w:t>
      </w:r>
    </w:p>
    <w:p w14:paraId="507F7E49" w14:textId="77777777" w:rsidR="001F274B" w:rsidRDefault="001F274B" w:rsidP="001F274B">
      <w:pPr>
        <w:spacing w:line="276" w:lineRule="auto"/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ul.</w:t>
      </w:r>
      <w:r>
        <w:rPr>
          <w:rFonts w:cs="Arial"/>
          <w:b/>
          <w:sz w:val="20"/>
          <w:szCs w:val="20"/>
        </w:rPr>
        <w:t xml:space="preserve"> Kościuszki 34</w:t>
      </w:r>
    </w:p>
    <w:p w14:paraId="461CA7A9" w14:textId="77777777" w:rsidR="00313244" w:rsidRDefault="001F274B" w:rsidP="001F274B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89-650 Czersk</w:t>
      </w:r>
    </w:p>
    <w:p w14:paraId="5458E2DF" w14:textId="77777777" w:rsidR="00530678" w:rsidRDefault="00530678" w:rsidP="00313244">
      <w:pPr>
        <w:jc w:val="right"/>
        <w:rPr>
          <w:rFonts w:cs="Arial"/>
          <w:b/>
          <w:sz w:val="20"/>
          <w:szCs w:val="20"/>
        </w:rPr>
      </w:pPr>
    </w:p>
    <w:p w14:paraId="7104751A" w14:textId="77777777" w:rsidR="0051590E" w:rsidRDefault="0051590E" w:rsidP="00313244">
      <w:pPr>
        <w:jc w:val="right"/>
        <w:rPr>
          <w:rFonts w:cs="Arial"/>
          <w:b/>
          <w:sz w:val="20"/>
          <w:szCs w:val="20"/>
        </w:rPr>
      </w:pPr>
    </w:p>
    <w:p w14:paraId="530D5C75" w14:textId="77777777" w:rsidR="0051590E" w:rsidRPr="004071A2" w:rsidRDefault="0051590E" w:rsidP="0051590E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42A0D1A4" w14:textId="77777777" w:rsidR="0051590E" w:rsidRDefault="0051590E" w:rsidP="0051590E">
      <w:pPr>
        <w:rPr>
          <w:rFonts w:cs="Arial"/>
          <w:sz w:val="20"/>
          <w:szCs w:val="20"/>
        </w:rPr>
      </w:pPr>
    </w:p>
    <w:p w14:paraId="2E9751F4" w14:textId="77777777" w:rsidR="0051590E" w:rsidRPr="00EB76C0" w:rsidRDefault="0051590E" w:rsidP="0051590E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7E2FBB27" w14:textId="77777777" w:rsidR="0051590E" w:rsidRPr="00EB76C0" w:rsidRDefault="0051590E" w:rsidP="0051590E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82BCC3F" w14:textId="77777777" w:rsidR="0051590E" w:rsidRPr="00EB76C0" w:rsidRDefault="0051590E" w:rsidP="0051590E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>
        <w:rPr>
          <w:rFonts w:cs="Arial"/>
          <w:sz w:val="20"/>
          <w:szCs w:val="20"/>
        </w:rPr>
        <w:t>:</w:t>
      </w:r>
    </w:p>
    <w:p w14:paraId="134730C8" w14:textId="77777777" w:rsidR="0051590E" w:rsidRPr="0051590E" w:rsidRDefault="0051590E" w:rsidP="0051590E">
      <w:pPr>
        <w:spacing w:line="480" w:lineRule="auto"/>
        <w:rPr>
          <w:rFonts w:cs="Arial"/>
          <w:sz w:val="20"/>
          <w:szCs w:val="20"/>
        </w:rPr>
      </w:pPr>
      <w:r w:rsidRPr="0051590E">
        <w:rPr>
          <w:rFonts w:cs="Arial"/>
          <w:sz w:val="20"/>
          <w:szCs w:val="20"/>
        </w:rPr>
        <w:t>Tel./fax:</w:t>
      </w:r>
    </w:p>
    <w:p w14:paraId="2D271C5C" w14:textId="77777777" w:rsidR="0051590E" w:rsidRPr="0051590E" w:rsidRDefault="0051590E" w:rsidP="0051590E">
      <w:pPr>
        <w:spacing w:line="480" w:lineRule="auto"/>
        <w:rPr>
          <w:rFonts w:cs="Arial"/>
          <w:sz w:val="20"/>
          <w:szCs w:val="20"/>
        </w:rPr>
      </w:pPr>
      <w:r w:rsidRPr="0051590E">
        <w:rPr>
          <w:rFonts w:cs="Arial"/>
          <w:sz w:val="20"/>
          <w:szCs w:val="20"/>
        </w:rPr>
        <w:t>Numer KRS:</w:t>
      </w:r>
    </w:p>
    <w:p w14:paraId="5077B5A2" w14:textId="77777777" w:rsidR="0051590E" w:rsidRPr="0051590E" w:rsidRDefault="0051590E" w:rsidP="0051590E">
      <w:pPr>
        <w:spacing w:line="480" w:lineRule="auto"/>
        <w:rPr>
          <w:rFonts w:cs="Arial"/>
          <w:sz w:val="20"/>
          <w:szCs w:val="20"/>
        </w:rPr>
      </w:pPr>
      <w:r w:rsidRPr="0051590E">
        <w:rPr>
          <w:rFonts w:cs="Arial"/>
          <w:sz w:val="20"/>
          <w:szCs w:val="20"/>
        </w:rPr>
        <w:t>NIP:</w:t>
      </w:r>
    </w:p>
    <w:p w14:paraId="1B7FFB3E" w14:textId="77777777" w:rsidR="0051590E" w:rsidRPr="00EB76C0" w:rsidRDefault="0051590E" w:rsidP="0051590E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>
        <w:rPr>
          <w:rFonts w:cs="Arial"/>
          <w:sz w:val="20"/>
          <w:szCs w:val="20"/>
        </w:rPr>
        <w:t>:</w:t>
      </w:r>
    </w:p>
    <w:p w14:paraId="17D648E0" w14:textId="77777777" w:rsidR="0051590E" w:rsidRPr="00450B1F" w:rsidRDefault="0051590E" w:rsidP="0051590E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…………………………………</w:t>
      </w:r>
      <w:r>
        <w:rPr>
          <w:rFonts w:cs="Arial"/>
          <w:sz w:val="20"/>
          <w:szCs w:val="20"/>
        </w:rPr>
        <w:t>………………………… w banku ………………………...</w:t>
      </w:r>
    </w:p>
    <w:p w14:paraId="12B67A91" w14:textId="77777777" w:rsidR="0051590E" w:rsidRPr="00E8370B" w:rsidRDefault="0051590E" w:rsidP="0051590E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7D88C132" w14:textId="77777777" w:rsidR="0051590E" w:rsidRPr="00E8370B" w:rsidRDefault="0051590E" w:rsidP="0051590E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</w:rPr>
      </w:pPr>
      <w:r w:rsidRPr="00E8370B">
        <w:rPr>
          <w:rFonts w:cs="Arial"/>
          <w:i/>
          <w:sz w:val="16"/>
          <w:szCs w:val="16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</w:rPr>
        <w:t>wszystkich wspólników spółki cywilnej lub członków konsorcjum)</w:t>
      </w:r>
    </w:p>
    <w:p w14:paraId="0268A809" w14:textId="77777777" w:rsidR="0051590E" w:rsidRDefault="0051590E" w:rsidP="0051590E">
      <w:pPr>
        <w:pStyle w:val="Nagwek4"/>
        <w:jc w:val="both"/>
        <w:rPr>
          <w:rFonts w:ascii="Arial" w:hAnsi="Arial" w:cs="Arial"/>
          <w:b w:val="0"/>
          <w:sz w:val="20"/>
          <w:szCs w:val="20"/>
        </w:rPr>
      </w:pPr>
      <w:r w:rsidRPr="008F228F">
        <w:rPr>
          <w:rFonts w:ascii="Arial" w:hAnsi="Arial" w:cs="Arial"/>
          <w:b w:val="0"/>
          <w:sz w:val="20"/>
          <w:szCs w:val="20"/>
        </w:rPr>
        <w:t xml:space="preserve">Nawiązując do </w:t>
      </w:r>
      <w:r w:rsidR="002015A9">
        <w:rPr>
          <w:rFonts w:ascii="Arial" w:hAnsi="Arial" w:cs="Arial"/>
          <w:b w:val="0"/>
          <w:sz w:val="20"/>
          <w:szCs w:val="20"/>
        </w:rPr>
        <w:t xml:space="preserve">zapytania </w:t>
      </w:r>
      <w:r w:rsidR="002015A9" w:rsidRPr="001F274B">
        <w:rPr>
          <w:rFonts w:ascii="Arial" w:hAnsi="Arial" w:cs="Arial"/>
          <w:b w:val="0"/>
          <w:sz w:val="20"/>
          <w:szCs w:val="20"/>
        </w:rPr>
        <w:t xml:space="preserve">ofertowego </w:t>
      </w:r>
      <w:r w:rsidRPr="001F274B">
        <w:rPr>
          <w:rFonts w:ascii="Arial" w:hAnsi="Arial" w:cs="Arial"/>
          <w:b w:val="0"/>
          <w:sz w:val="20"/>
          <w:szCs w:val="20"/>
        </w:rPr>
        <w:t>na wykonanie zadania pn</w:t>
      </w:r>
      <w:r w:rsidR="001F274B">
        <w:rPr>
          <w:rFonts w:ascii="Arial" w:hAnsi="Arial" w:cs="Arial"/>
          <w:b w:val="0"/>
          <w:sz w:val="20"/>
          <w:szCs w:val="20"/>
        </w:rPr>
        <w:t>.</w:t>
      </w:r>
      <w:r w:rsidR="001F274B" w:rsidRPr="001F274B">
        <w:rPr>
          <w:rFonts w:ascii="Arial" w:hAnsi="Arial" w:cs="Arial"/>
          <w:sz w:val="20"/>
        </w:rPr>
        <w:t xml:space="preserve"> </w:t>
      </w:r>
      <w:r w:rsidR="001F274B" w:rsidRPr="001F274B">
        <w:rPr>
          <w:rFonts w:ascii="Arial" w:hAnsi="Arial" w:cs="Arial"/>
          <w:sz w:val="20"/>
          <w:u w:val="single"/>
        </w:rPr>
        <w:t xml:space="preserve">Wykonanie w formule zaprojektuj </w:t>
      </w:r>
      <w:r w:rsidR="001F274B">
        <w:rPr>
          <w:rFonts w:ascii="Arial" w:hAnsi="Arial" w:cs="Arial"/>
          <w:sz w:val="20"/>
          <w:u w:val="single"/>
        </w:rPr>
        <w:br/>
      </w:r>
      <w:r w:rsidR="001F274B" w:rsidRPr="001F274B">
        <w:rPr>
          <w:rFonts w:ascii="Arial" w:hAnsi="Arial" w:cs="Arial"/>
          <w:sz w:val="20"/>
          <w:u w:val="single"/>
        </w:rPr>
        <w:t>i wybuduj zadania inwestycyjnego pn. „Odrestaurowanie zabytkowego ogrodzenia cmentarza parafialnego w Czersku"</w:t>
      </w:r>
      <w:r w:rsidRPr="001F274B">
        <w:rPr>
          <w:rFonts w:ascii="Arial" w:hAnsi="Arial" w:cs="Arial"/>
          <w:b w:val="0"/>
          <w:bCs w:val="0"/>
          <w:sz w:val="20"/>
          <w:szCs w:val="20"/>
        </w:rPr>
        <w:t>,</w:t>
      </w:r>
      <w:r w:rsidRPr="001F274B">
        <w:rPr>
          <w:rFonts w:ascii="Arial" w:hAnsi="Arial" w:cs="Arial"/>
          <w:bCs w:val="0"/>
          <w:sz w:val="20"/>
          <w:szCs w:val="20"/>
        </w:rPr>
        <w:t xml:space="preserve"> </w:t>
      </w:r>
      <w:r w:rsidRPr="001F274B">
        <w:rPr>
          <w:rFonts w:ascii="Arial" w:hAnsi="Arial" w:cs="Arial"/>
          <w:b w:val="0"/>
          <w:sz w:val="20"/>
          <w:szCs w:val="20"/>
        </w:rPr>
        <w:t>składam(y) niniejs</w:t>
      </w:r>
      <w:r w:rsidRPr="008F228F">
        <w:rPr>
          <w:rFonts w:ascii="Arial" w:hAnsi="Arial" w:cs="Arial"/>
          <w:b w:val="0"/>
          <w:sz w:val="20"/>
          <w:szCs w:val="20"/>
        </w:rPr>
        <w:t>zą ofertę:</w:t>
      </w:r>
    </w:p>
    <w:p w14:paraId="040300F8" w14:textId="77777777" w:rsidR="001F274B" w:rsidRDefault="001F274B" w:rsidP="001F274B">
      <w:pPr>
        <w:pStyle w:val="Akapitzlist"/>
        <w:spacing w:line="600" w:lineRule="auto"/>
        <w:ind w:left="644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</w:p>
    <w:p w14:paraId="0248D735" w14:textId="77777777" w:rsidR="0051590E" w:rsidRPr="00552AB8" w:rsidRDefault="0051590E" w:rsidP="001F274B">
      <w:pPr>
        <w:pStyle w:val="Akapitzlist"/>
        <w:spacing w:line="600" w:lineRule="auto"/>
        <w:ind w:left="644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3F74BDB3" w14:textId="77777777" w:rsidR="0051590E" w:rsidRDefault="0051590E" w:rsidP="0051590E">
      <w:pPr>
        <w:spacing w:line="600" w:lineRule="auto"/>
        <w:jc w:val="both"/>
        <w:rPr>
          <w:rFonts w:cs="Arial"/>
          <w:bCs/>
          <w:sz w:val="20"/>
          <w:szCs w:val="20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7C9E421D" w14:textId="77777777" w:rsidR="0051590E" w:rsidRPr="001F274B" w:rsidRDefault="001F274B" w:rsidP="0051590E">
      <w:pPr>
        <w:spacing w:line="276" w:lineRule="auto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  <w:r w:rsidRPr="001F274B">
        <w:rPr>
          <w:rFonts w:eastAsia="Calibri" w:cs="Arial"/>
          <w:b/>
          <w:bCs/>
          <w:sz w:val="20"/>
          <w:szCs w:val="20"/>
          <w:u w:val="single"/>
          <w:lang w:eastAsia="en-US"/>
        </w:rPr>
        <w:t>w tym:</w:t>
      </w:r>
    </w:p>
    <w:p w14:paraId="5E5B446D" w14:textId="77777777" w:rsidR="001F274B" w:rsidRPr="001F274B" w:rsidRDefault="001F274B" w:rsidP="0051590E">
      <w:pPr>
        <w:spacing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</w:p>
    <w:p w14:paraId="6E5CE708" w14:textId="77777777" w:rsidR="001F274B" w:rsidRPr="001F274B" w:rsidRDefault="001F274B" w:rsidP="0051590E">
      <w:pPr>
        <w:spacing w:line="276" w:lineRule="auto"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1F274B">
        <w:rPr>
          <w:rFonts w:eastAsia="Calibri" w:cs="Arial"/>
          <w:b/>
          <w:bCs/>
          <w:sz w:val="20"/>
          <w:szCs w:val="20"/>
          <w:lang w:eastAsia="en-US"/>
        </w:rPr>
        <w:t>1) prace projektowe</w:t>
      </w:r>
      <w:r w:rsidR="000B1303">
        <w:rPr>
          <w:rFonts w:eastAsia="Calibri" w:cs="Arial"/>
          <w:b/>
          <w:bCs/>
          <w:sz w:val="20"/>
          <w:szCs w:val="20"/>
          <w:lang w:eastAsia="en-US"/>
        </w:rPr>
        <w:t>:</w:t>
      </w:r>
    </w:p>
    <w:p w14:paraId="7D180B26" w14:textId="77777777" w:rsidR="001F274B" w:rsidRDefault="001F274B" w:rsidP="0051590E">
      <w:pPr>
        <w:spacing w:line="276" w:lineRule="auto"/>
        <w:jc w:val="both"/>
        <w:rPr>
          <w:rFonts w:eastAsia="Calibri" w:cs="Arial"/>
          <w:b/>
          <w:bCs/>
          <w:sz w:val="20"/>
          <w:szCs w:val="20"/>
          <w:lang w:eastAsia="en-US"/>
        </w:rPr>
      </w:pPr>
    </w:p>
    <w:p w14:paraId="1E70AAB7" w14:textId="77777777" w:rsidR="001F274B" w:rsidRPr="00552AB8" w:rsidRDefault="001F274B" w:rsidP="001F274B">
      <w:pPr>
        <w:pStyle w:val="Akapitzlist"/>
        <w:spacing w:line="600" w:lineRule="auto"/>
        <w:ind w:left="644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6351F656" w14:textId="77777777" w:rsidR="001F274B" w:rsidRPr="001F274B" w:rsidRDefault="001F274B" w:rsidP="001F274B">
      <w:pPr>
        <w:spacing w:line="276" w:lineRule="auto"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5A64227F" w14:textId="77777777" w:rsidR="001F274B" w:rsidRPr="001F274B" w:rsidRDefault="001F274B" w:rsidP="0051590E">
      <w:pPr>
        <w:spacing w:line="276" w:lineRule="auto"/>
        <w:jc w:val="both"/>
        <w:rPr>
          <w:rFonts w:eastAsia="Calibri" w:cs="Arial"/>
          <w:b/>
          <w:bCs/>
          <w:sz w:val="20"/>
          <w:szCs w:val="20"/>
          <w:lang w:eastAsia="en-US"/>
        </w:rPr>
      </w:pPr>
    </w:p>
    <w:p w14:paraId="4E8C597F" w14:textId="77777777" w:rsidR="001F274B" w:rsidRPr="001F274B" w:rsidRDefault="001F274B" w:rsidP="0051590E">
      <w:pPr>
        <w:spacing w:line="276" w:lineRule="auto"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1F274B">
        <w:rPr>
          <w:rFonts w:eastAsia="Calibri" w:cs="Arial"/>
          <w:b/>
          <w:bCs/>
          <w:sz w:val="20"/>
          <w:szCs w:val="20"/>
          <w:lang w:eastAsia="en-US"/>
        </w:rPr>
        <w:t>2) roboty budowlane/konserwatorskie</w:t>
      </w:r>
      <w:r w:rsidR="000B1303">
        <w:rPr>
          <w:rFonts w:eastAsia="Calibri" w:cs="Arial"/>
          <w:b/>
          <w:bCs/>
          <w:sz w:val="20"/>
          <w:szCs w:val="20"/>
          <w:lang w:eastAsia="en-US"/>
        </w:rPr>
        <w:t>:</w:t>
      </w:r>
    </w:p>
    <w:p w14:paraId="79524489" w14:textId="77777777" w:rsidR="001F274B" w:rsidRDefault="001F274B" w:rsidP="0051590E">
      <w:pPr>
        <w:spacing w:line="276" w:lineRule="auto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</w:p>
    <w:p w14:paraId="641C2F15" w14:textId="77777777" w:rsidR="001F274B" w:rsidRPr="00552AB8" w:rsidRDefault="001F274B" w:rsidP="001F274B">
      <w:pPr>
        <w:pStyle w:val="Akapitzlist"/>
        <w:spacing w:line="600" w:lineRule="auto"/>
        <w:ind w:left="644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28472773" w14:textId="77777777" w:rsidR="001F274B" w:rsidRDefault="001F274B" w:rsidP="001F274B">
      <w:pPr>
        <w:spacing w:line="276" w:lineRule="auto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4CC1330E" w14:textId="77777777" w:rsidR="00FD1D50" w:rsidRDefault="00FD1D50" w:rsidP="00FD1D50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2AD0767B" w14:textId="77777777" w:rsidR="000B1303" w:rsidRDefault="000B1303" w:rsidP="00FD1D50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1A5E10B9" w14:textId="77777777" w:rsidR="000B1303" w:rsidRDefault="000B1303" w:rsidP="00FD1D50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25B439FD" w14:textId="77777777" w:rsidR="0051590E" w:rsidRPr="002A6B66" w:rsidRDefault="0051590E" w:rsidP="00FD1D50">
      <w:pPr>
        <w:pStyle w:val="Tekstprzypisudolnego"/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lastRenderedPageBreak/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 xml:space="preserve">w szczególności w zakresie wypełnienia obowiązków informacyjnych przewidzianych w art. 13 lub art. 14 </w:t>
      </w:r>
      <w:proofErr w:type="spellStart"/>
      <w:r w:rsidRPr="002A6B66">
        <w:rPr>
          <w:rFonts w:ascii="Arial" w:hAnsi="Arial" w:cs="Arial"/>
          <w:u w:val="single"/>
        </w:rPr>
        <w:t>RODO.</w:t>
      </w:r>
      <w:r w:rsidRPr="002A6B66">
        <w:rPr>
          <w:rFonts w:ascii="Arial" w:hAnsi="Arial" w:cs="Arial"/>
          <w:color w:val="000000"/>
        </w:rPr>
        <w:t>Potwierdzam</w:t>
      </w:r>
      <w:proofErr w:type="spellEnd"/>
      <w:r w:rsidRPr="002A6B66">
        <w:rPr>
          <w:rFonts w:ascii="Arial" w:hAnsi="Arial" w:cs="Arial"/>
          <w:color w:val="000000"/>
        </w:rPr>
        <w:t xml:space="preserve">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</w:p>
    <w:p w14:paraId="0E215BE8" w14:textId="77777777" w:rsidR="0051590E" w:rsidRPr="002A6B66" w:rsidRDefault="0051590E" w:rsidP="0051590E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30CF8137" w14:textId="77777777" w:rsidR="0051590E" w:rsidRDefault="0051590E" w:rsidP="0051590E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239CDBB8" w14:textId="77777777" w:rsidR="0051590E" w:rsidRDefault="0051590E" w:rsidP="0051590E">
      <w:pPr>
        <w:pStyle w:val="Akapitzlist"/>
        <w:rPr>
          <w:rFonts w:cs="Arial"/>
          <w:sz w:val="20"/>
          <w:szCs w:val="20"/>
        </w:rPr>
      </w:pPr>
    </w:p>
    <w:p w14:paraId="53A5F949" w14:textId="77777777" w:rsidR="0051590E" w:rsidRDefault="0051590E" w:rsidP="0051590E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21593E63" w14:textId="77777777" w:rsidR="0051590E" w:rsidRPr="00E8370B" w:rsidRDefault="0051590E" w:rsidP="0051590E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77BB1FC6" w14:textId="77777777" w:rsidR="0051590E" w:rsidRDefault="0051590E" w:rsidP="0051590E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0BED787" w14:textId="77777777" w:rsidR="0051590E" w:rsidRPr="00313244" w:rsidRDefault="0051590E" w:rsidP="0051590E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45F45C4" w14:textId="77777777" w:rsidR="0051590E" w:rsidRDefault="0051590E" w:rsidP="0051590E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BC33638" w14:textId="77777777" w:rsidR="0051590E" w:rsidRDefault="0051590E" w:rsidP="00313244">
      <w:pPr>
        <w:jc w:val="right"/>
        <w:rPr>
          <w:rFonts w:cs="Arial"/>
          <w:b/>
          <w:sz w:val="20"/>
          <w:szCs w:val="20"/>
        </w:rPr>
      </w:pPr>
    </w:p>
    <w:p w14:paraId="3B03FBF4" w14:textId="77777777" w:rsidR="0051590E" w:rsidRDefault="0051590E" w:rsidP="00313244">
      <w:pPr>
        <w:jc w:val="right"/>
        <w:rPr>
          <w:rFonts w:cs="Arial"/>
          <w:b/>
          <w:sz w:val="20"/>
          <w:szCs w:val="20"/>
        </w:rPr>
      </w:pPr>
    </w:p>
    <w:p w14:paraId="22E591FD" w14:textId="77777777" w:rsidR="0051590E" w:rsidRDefault="0051590E" w:rsidP="00313244">
      <w:pPr>
        <w:jc w:val="right"/>
        <w:rPr>
          <w:rFonts w:cs="Arial"/>
          <w:b/>
          <w:sz w:val="20"/>
          <w:szCs w:val="20"/>
        </w:rPr>
      </w:pPr>
    </w:p>
    <w:sectPr w:rsidR="0051590E" w:rsidSect="004D358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49" w:right="1133" w:bottom="1418" w:left="1418" w:header="340" w:footer="2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AD8E8" w14:textId="77777777" w:rsidR="0051021F" w:rsidRDefault="0051021F">
      <w:r>
        <w:separator/>
      </w:r>
    </w:p>
  </w:endnote>
  <w:endnote w:type="continuationSeparator" w:id="0">
    <w:p w14:paraId="19E0ABD4" w14:textId="77777777" w:rsidR="0051021F" w:rsidRDefault="00510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8D0DF" w14:textId="77777777" w:rsidR="00E233D2" w:rsidRDefault="00000000">
    <w:pPr>
      <w:pStyle w:val="Stopka"/>
    </w:pPr>
    <w:r>
      <w:rPr>
        <w:noProof/>
      </w:rPr>
      <w:pict w14:anchorId="681258C8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6" o:spid="_x0000_s1028" type="#_x0000_t32" style="position:absolute;margin-left:-9.45pt;margin-top:29.15pt;width:469.2pt;height:.5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TRb6GN4AAAAJAQAADwAAAGRy&#10;cy9kb3ducmV2LnhtbEyPwU6DQBCG7ya+w2ZMvLUL2lZAlsaYaDwYEqu9b9kpoOwsslugb+940uPM&#10;fPnn+/PtbDsx4uBbRwriZQQCqXKmpVrBx/vTIgHhgyajO0eo4IwetsXlRa4z4yZ6w3EXasEh5DOt&#10;oAmhz6T0VYNW+6Xrkfh2dIPVgcehlmbQE4fbTt5E0UZa3RJ/aHSPjw1WX7uTVfBNd+f9So7JZ1mG&#10;zfPLa01YTkpdX80P9yACzuEPhl99VoeCnQ7uRMaLTsEiTlJGFayTWxAMpHG6BnHgRboCWeTyf4Pi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E0W+hjeAAAACQEAAA8AAAAAAAAAAAAA&#10;AAAAGwQAAGRycy9kb3ducmV2LnhtbFBLBQYAAAAABAAEAPMAAAAmBQAAAAA=&#10;"/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7BF2C" w14:textId="77777777" w:rsidR="00E27B31" w:rsidRPr="00BB7B65" w:rsidRDefault="00000000" w:rsidP="00E27B31">
    <w:pPr>
      <w:pStyle w:val="Stopka"/>
      <w:spacing w:line="276" w:lineRule="auto"/>
      <w:ind w:firstLine="708"/>
      <w:rPr>
        <w:rFonts w:cs="Arial"/>
        <w:b/>
        <w:bCs/>
      </w:rPr>
    </w:pPr>
    <w:r>
      <w:rPr>
        <w:noProof/>
      </w:rPr>
      <w:pict w14:anchorId="22E4E373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452779110" o:spid="_x0000_s1027" type="#_x0000_t32" style="position:absolute;left:0;text-align:left;margin-left:0;margin-top:-.05pt;width:469.2pt;height:.55pt;flip:y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"/>
      </w:pict>
    </w:r>
  </w:p>
  <w:p w14:paraId="486DFE09" w14:textId="0C053826" w:rsidR="00E27B31" w:rsidRPr="00041654" w:rsidRDefault="00E27B31" w:rsidP="00E27B31">
    <w:pPr>
      <w:pStyle w:val="Stopka"/>
      <w:spacing w:line="276" w:lineRule="auto"/>
      <w:rPr>
        <w:rFonts w:cs="Arial"/>
        <w:b/>
        <w:bCs/>
        <w:sz w:val="20"/>
        <w:szCs w:val="20"/>
      </w:rPr>
    </w:pPr>
    <w:r w:rsidRPr="00041654">
      <w:rPr>
        <w:rFonts w:cs="Arial"/>
        <w:b/>
        <w:bCs/>
        <w:sz w:val="20"/>
        <w:szCs w:val="20"/>
      </w:rPr>
      <w:t xml:space="preserve">ul. Kościuszki </w:t>
    </w:r>
    <w:r w:rsidR="001052AD">
      <w:rPr>
        <w:rFonts w:cs="Arial"/>
        <w:b/>
        <w:bCs/>
        <w:sz w:val="20"/>
        <w:szCs w:val="20"/>
      </w:rPr>
      <w:t>34</w:t>
    </w:r>
    <w:r w:rsidRPr="00041654">
      <w:rPr>
        <w:rFonts w:cs="Arial"/>
        <w:b/>
        <w:bCs/>
        <w:sz w:val="20"/>
        <w:szCs w:val="20"/>
      </w:rPr>
      <w:t xml:space="preserve">, 89-650 Czersk </w:t>
    </w:r>
  </w:p>
  <w:p w14:paraId="3EB76D45" w14:textId="763CF8B3" w:rsidR="00E27B31" w:rsidRPr="00041654" w:rsidRDefault="00E27B31" w:rsidP="00E27B31">
    <w:pPr>
      <w:pStyle w:val="Stopka"/>
      <w:spacing w:line="276" w:lineRule="auto"/>
      <w:rPr>
        <w:rFonts w:cs="Arial"/>
        <w:b/>
        <w:bCs/>
        <w:sz w:val="20"/>
        <w:szCs w:val="20"/>
      </w:rPr>
    </w:pPr>
    <w:r w:rsidRPr="00041654">
      <w:rPr>
        <w:rFonts w:cs="Arial"/>
        <w:b/>
        <w:bCs/>
        <w:sz w:val="20"/>
        <w:szCs w:val="20"/>
      </w:rPr>
      <w:t>Tel. +48 52 39</w:t>
    </w:r>
    <w:r w:rsidR="001052AD">
      <w:rPr>
        <w:rFonts w:cs="Arial"/>
        <w:b/>
        <w:bCs/>
        <w:sz w:val="20"/>
        <w:szCs w:val="20"/>
      </w:rPr>
      <w:t>8</w:t>
    </w:r>
    <w:r w:rsidRPr="00041654">
      <w:rPr>
        <w:rFonts w:cs="Arial"/>
        <w:b/>
        <w:bCs/>
        <w:sz w:val="20"/>
        <w:szCs w:val="20"/>
      </w:rPr>
      <w:t xml:space="preserve"> 4</w:t>
    </w:r>
    <w:r w:rsidR="001052AD">
      <w:rPr>
        <w:rFonts w:cs="Arial"/>
        <w:b/>
        <w:bCs/>
        <w:sz w:val="20"/>
        <w:szCs w:val="20"/>
      </w:rPr>
      <w:t>2</w:t>
    </w:r>
    <w:r w:rsidRPr="00041654">
      <w:rPr>
        <w:rFonts w:cs="Arial"/>
        <w:b/>
        <w:bCs/>
        <w:sz w:val="20"/>
        <w:szCs w:val="20"/>
      </w:rPr>
      <w:t xml:space="preserve"> 2</w:t>
    </w:r>
    <w:r w:rsidR="001052AD">
      <w:rPr>
        <w:rFonts w:cs="Arial"/>
        <w:b/>
        <w:bCs/>
        <w:sz w:val="20"/>
        <w:szCs w:val="20"/>
      </w:rPr>
      <w:t>0</w:t>
    </w:r>
    <w:r w:rsidRPr="00041654">
      <w:rPr>
        <w:rFonts w:cs="Arial"/>
        <w:b/>
        <w:bCs/>
        <w:sz w:val="20"/>
        <w:szCs w:val="20"/>
      </w:rPr>
      <w:t xml:space="preserve">, adres e-mail: </w:t>
    </w:r>
    <w:r w:rsidR="001052AD" w:rsidRPr="001052AD">
      <w:rPr>
        <w:rFonts w:cs="Arial"/>
        <w:b/>
        <w:bCs/>
        <w:sz w:val="20"/>
        <w:szCs w:val="20"/>
      </w:rPr>
      <w:t>pczersk@diecezja-pelplin.pl</w:t>
    </w:r>
  </w:p>
  <w:p w14:paraId="1DE7CD48" w14:textId="77777777" w:rsidR="00E27B31" w:rsidRDefault="00E27B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48838" w14:textId="77777777" w:rsidR="0051021F" w:rsidRDefault="0051021F">
      <w:r>
        <w:separator/>
      </w:r>
    </w:p>
  </w:footnote>
  <w:footnote w:type="continuationSeparator" w:id="0">
    <w:p w14:paraId="7148AB62" w14:textId="77777777" w:rsidR="0051021F" w:rsidRDefault="00510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83AAC" w14:textId="77777777" w:rsidR="00E233D2" w:rsidRDefault="00000000">
    <w:pPr>
      <w:pStyle w:val="Nagwek"/>
    </w:pPr>
    <w:bookmarkStart w:id="0" w:name="_Hlk170145382"/>
    <w:bookmarkStart w:id="1" w:name="_Hlk170145383"/>
    <w:r>
      <w:rPr>
        <w:noProof/>
      </w:rPr>
      <w:pict w14:anchorId="60138641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5" o:spid="_x0000_s1026" type="#_x0000_t32" style="position:absolute;margin-left:1.8pt;margin-top:16.65pt;width:469.2pt;height:.5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"/>
      </w:pict>
    </w:r>
    <w:bookmarkEnd w:id="0"/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C97724" w14:paraId="218ECE7F" w14:textId="77777777" w:rsidTr="00BC1AFD">
      <w:tc>
        <w:tcPr>
          <w:tcW w:w="5013" w:type="dxa"/>
        </w:tcPr>
        <w:p w14:paraId="5F755750" w14:textId="77777777" w:rsidR="00C97724" w:rsidRDefault="00C97724" w:rsidP="00C97724">
          <w:pPr>
            <w:pStyle w:val="Nagwek"/>
            <w:rPr>
              <w:color w:val="3E80C1"/>
            </w:rPr>
          </w:pPr>
          <w:bookmarkStart w:id="2" w:name="_Hlk3180678"/>
          <w:bookmarkEnd w:id="2"/>
        </w:p>
      </w:tc>
      <w:tc>
        <w:tcPr>
          <w:tcW w:w="3918" w:type="dxa"/>
        </w:tcPr>
        <w:p w14:paraId="33A37A12" w14:textId="77777777" w:rsidR="00C97724" w:rsidRDefault="00C97724" w:rsidP="00C97724">
          <w:pPr>
            <w:pStyle w:val="Nagwek"/>
            <w:rPr>
              <w:color w:val="3E80C1"/>
            </w:rPr>
          </w:pPr>
        </w:p>
      </w:tc>
    </w:tr>
  </w:tbl>
  <w:p w14:paraId="7E949C53" w14:textId="77777777" w:rsidR="00E27B31" w:rsidRPr="007C2A85" w:rsidRDefault="00E27B31" w:rsidP="00E27B31">
    <w:pPr>
      <w:spacing w:line="276" w:lineRule="auto"/>
      <w:rPr>
        <w:rFonts w:cs="Arial"/>
        <w:b/>
        <w:bCs/>
      </w:rPr>
    </w:pPr>
  </w:p>
  <w:p w14:paraId="263E1337" w14:textId="77777777" w:rsidR="00E27B31" w:rsidRPr="00041654" w:rsidRDefault="001F274B" w:rsidP="00E27B31">
    <w:pPr>
      <w:pBdr>
        <w:bottom w:val="single" w:sz="6" w:space="1" w:color="auto"/>
      </w:pBdr>
      <w:jc w:val="center"/>
      <w:rPr>
        <w:rFonts w:cs="Arial"/>
        <w:b/>
        <w:bCs/>
        <w:sz w:val="20"/>
        <w:szCs w:val="20"/>
      </w:rPr>
    </w:pPr>
    <w:r>
      <w:rPr>
        <w:b/>
        <w:bCs/>
        <w:szCs w:val="20"/>
      </w:rPr>
      <w:t>Parafia Rzymskokatolicka p.w. Św. Marii Magdaleny w Czersku</w:t>
    </w:r>
  </w:p>
  <w:p w14:paraId="3673F096" w14:textId="77777777" w:rsidR="00E27B31" w:rsidRDefault="00E27B31" w:rsidP="00E27B31">
    <w:pPr>
      <w:pBdr>
        <w:bottom w:val="single" w:sz="6" w:space="1" w:color="auto"/>
      </w:pBdr>
      <w:jc w:val="center"/>
      <w:rPr>
        <w:rFonts w:cs="Arial"/>
        <w:b/>
        <w:bCs/>
      </w:rPr>
    </w:pPr>
  </w:p>
  <w:p w14:paraId="18E16889" w14:textId="77777777" w:rsidR="007B2500" w:rsidRPr="00C97724" w:rsidRDefault="007B2500" w:rsidP="00E27B31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32175"/>
    <w:multiLevelType w:val="hybridMultilevel"/>
    <w:tmpl w:val="1974E1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B7B0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2456F6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0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8284F4E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2ADE373B"/>
    <w:multiLevelType w:val="hybridMultilevel"/>
    <w:tmpl w:val="277C0DA2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71AC1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65236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8281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" w15:restartNumberingAfterBreak="0">
    <w:nsid w:val="34C101FC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5517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8" w15:restartNumberingAfterBreak="0">
    <w:nsid w:val="37BB4EF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9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0" w15:restartNumberingAfterBreak="0">
    <w:nsid w:val="39EF501B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2207C"/>
    <w:multiLevelType w:val="hybridMultilevel"/>
    <w:tmpl w:val="1974E1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A08FD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3" w15:restartNumberingAfterBreak="0">
    <w:nsid w:val="41AF09D4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35E33A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5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4DD117F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7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A00A4D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FD5284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23740E"/>
    <w:multiLevelType w:val="hybridMultilevel"/>
    <w:tmpl w:val="1974E1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3" w15:restartNumberingAfterBreak="0">
    <w:nsid w:val="6F95745F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9D7896"/>
    <w:multiLevelType w:val="hybridMultilevel"/>
    <w:tmpl w:val="1974E1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091E6E"/>
    <w:multiLevelType w:val="hybridMultilevel"/>
    <w:tmpl w:val="1974E1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C4A00"/>
    <w:multiLevelType w:val="hybridMultilevel"/>
    <w:tmpl w:val="1974E1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1906">
    <w:abstractNumId w:val="8"/>
  </w:num>
  <w:num w:numId="2" w16cid:durableId="587427226">
    <w:abstractNumId w:val="7"/>
  </w:num>
  <w:num w:numId="3" w16cid:durableId="1607345699">
    <w:abstractNumId w:val="3"/>
  </w:num>
  <w:num w:numId="4" w16cid:durableId="2133866107">
    <w:abstractNumId w:val="2"/>
  </w:num>
  <w:num w:numId="5" w16cid:durableId="208492582">
    <w:abstractNumId w:val="19"/>
  </w:num>
  <w:num w:numId="6" w16cid:durableId="325793055">
    <w:abstractNumId w:val="32"/>
  </w:num>
  <w:num w:numId="7" w16cid:durableId="1723871656">
    <w:abstractNumId w:val="0"/>
  </w:num>
  <w:num w:numId="8" w16cid:durableId="213856306">
    <w:abstractNumId w:val="23"/>
  </w:num>
  <w:num w:numId="9" w16cid:durableId="59519903">
    <w:abstractNumId w:val="6"/>
  </w:num>
  <w:num w:numId="10" w16cid:durableId="1382435510">
    <w:abstractNumId w:val="1"/>
  </w:num>
  <w:num w:numId="11" w16cid:durableId="639303833">
    <w:abstractNumId w:val="20"/>
  </w:num>
  <w:num w:numId="12" w16cid:durableId="661274565">
    <w:abstractNumId w:val="28"/>
  </w:num>
  <w:num w:numId="13" w16cid:durableId="1004746398">
    <w:abstractNumId w:val="25"/>
  </w:num>
  <w:num w:numId="14" w16cid:durableId="337660056">
    <w:abstractNumId w:val="12"/>
  </w:num>
  <w:num w:numId="15" w16cid:durableId="1517841206">
    <w:abstractNumId w:val="33"/>
  </w:num>
  <w:num w:numId="16" w16cid:durableId="211505498">
    <w:abstractNumId w:val="16"/>
  </w:num>
  <w:num w:numId="17" w16cid:durableId="630944775">
    <w:abstractNumId w:val="24"/>
  </w:num>
  <w:num w:numId="18" w16cid:durableId="722173211">
    <w:abstractNumId w:val="11"/>
  </w:num>
  <w:num w:numId="19" w16cid:durableId="712461452">
    <w:abstractNumId w:val="27"/>
  </w:num>
  <w:num w:numId="20" w16cid:durableId="2104453820">
    <w:abstractNumId w:val="31"/>
  </w:num>
  <w:num w:numId="21" w16cid:durableId="138809959">
    <w:abstractNumId w:val="36"/>
  </w:num>
  <w:num w:numId="22" w16cid:durableId="1597592312">
    <w:abstractNumId w:val="4"/>
  </w:num>
  <w:num w:numId="23" w16cid:durableId="1183125926">
    <w:abstractNumId w:val="30"/>
  </w:num>
  <w:num w:numId="24" w16cid:durableId="36127595">
    <w:abstractNumId w:val="5"/>
  </w:num>
  <w:num w:numId="25" w16cid:durableId="1178959318">
    <w:abstractNumId w:val="10"/>
  </w:num>
  <w:num w:numId="26" w16cid:durableId="1408183459">
    <w:abstractNumId w:val="21"/>
  </w:num>
  <w:num w:numId="27" w16cid:durableId="1792090586">
    <w:abstractNumId w:val="35"/>
  </w:num>
  <w:num w:numId="28" w16cid:durableId="911476062">
    <w:abstractNumId w:val="37"/>
  </w:num>
  <w:num w:numId="29" w16cid:durableId="61955157">
    <w:abstractNumId w:val="9"/>
  </w:num>
  <w:num w:numId="30" w16cid:durableId="1080711880">
    <w:abstractNumId w:val="18"/>
  </w:num>
  <w:num w:numId="31" w16cid:durableId="1341202991">
    <w:abstractNumId w:val="26"/>
  </w:num>
  <w:num w:numId="32" w16cid:durableId="382483400">
    <w:abstractNumId w:val="15"/>
  </w:num>
  <w:num w:numId="33" w16cid:durableId="1636250374">
    <w:abstractNumId w:val="17"/>
  </w:num>
  <w:num w:numId="34" w16cid:durableId="317657017">
    <w:abstractNumId w:val="22"/>
  </w:num>
  <w:num w:numId="35" w16cid:durableId="1227375142">
    <w:abstractNumId w:val="34"/>
  </w:num>
  <w:num w:numId="36" w16cid:durableId="1028339601">
    <w:abstractNumId w:val="29"/>
  </w:num>
  <w:num w:numId="37" w16cid:durableId="386144827">
    <w:abstractNumId w:val="14"/>
  </w:num>
  <w:num w:numId="38" w16cid:durableId="11924493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  <o:rules v:ext="edit">
        <o:r id="V:Rule1" type="connector" idref="#Łącznik prosty ze strzałką 1452779110"/>
        <o:r id="V:Rule2" type="connector" idref="#Łącznik prosty ze strzałką 5"/>
        <o:r id="V:Rule3" type="connector" idref="#Łącznik prosty ze strzałką 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006C7"/>
    <w:rsid w:val="00061F20"/>
    <w:rsid w:val="00080D83"/>
    <w:rsid w:val="00082B62"/>
    <w:rsid w:val="000B1303"/>
    <w:rsid w:val="000C2176"/>
    <w:rsid w:val="000D283E"/>
    <w:rsid w:val="00100DBB"/>
    <w:rsid w:val="001052AD"/>
    <w:rsid w:val="00124657"/>
    <w:rsid w:val="00124D4A"/>
    <w:rsid w:val="00130B23"/>
    <w:rsid w:val="001413F0"/>
    <w:rsid w:val="001467B2"/>
    <w:rsid w:val="00156E5F"/>
    <w:rsid w:val="001B210F"/>
    <w:rsid w:val="001B77FC"/>
    <w:rsid w:val="001C7ACF"/>
    <w:rsid w:val="001F274B"/>
    <w:rsid w:val="001F4D02"/>
    <w:rsid w:val="002015A9"/>
    <w:rsid w:val="00217D93"/>
    <w:rsid w:val="00241C1F"/>
    <w:rsid w:val="002425AE"/>
    <w:rsid w:val="002444A9"/>
    <w:rsid w:val="00277839"/>
    <w:rsid w:val="002A5DC7"/>
    <w:rsid w:val="002A6B66"/>
    <w:rsid w:val="002C6347"/>
    <w:rsid w:val="002D7084"/>
    <w:rsid w:val="002F0FA1"/>
    <w:rsid w:val="00313244"/>
    <w:rsid w:val="00320AAC"/>
    <w:rsid w:val="00325198"/>
    <w:rsid w:val="0035482A"/>
    <w:rsid w:val="00355302"/>
    <w:rsid w:val="003619F2"/>
    <w:rsid w:val="0036425E"/>
    <w:rsid w:val="00365820"/>
    <w:rsid w:val="00365EDE"/>
    <w:rsid w:val="003865BB"/>
    <w:rsid w:val="003934F9"/>
    <w:rsid w:val="003B72CA"/>
    <w:rsid w:val="003C554F"/>
    <w:rsid w:val="003E3CB7"/>
    <w:rsid w:val="003F331B"/>
    <w:rsid w:val="0040149C"/>
    <w:rsid w:val="00414478"/>
    <w:rsid w:val="00441D4C"/>
    <w:rsid w:val="00472F7D"/>
    <w:rsid w:val="00476E34"/>
    <w:rsid w:val="004861BD"/>
    <w:rsid w:val="00492BD3"/>
    <w:rsid w:val="004B28F7"/>
    <w:rsid w:val="004B36B2"/>
    <w:rsid w:val="004B70BD"/>
    <w:rsid w:val="004C6E39"/>
    <w:rsid w:val="004D3589"/>
    <w:rsid w:val="0051021F"/>
    <w:rsid w:val="0051590E"/>
    <w:rsid w:val="005166DE"/>
    <w:rsid w:val="0052111D"/>
    <w:rsid w:val="00530678"/>
    <w:rsid w:val="005376A9"/>
    <w:rsid w:val="00537F26"/>
    <w:rsid w:val="00552AB8"/>
    <w:rsid w:val="005760A9"/>
    <w:rsid w:val="005836D9"/>
    <w:rsid w:val="00592B13"/>
    <w:rsid w:val="00594464"/>
    <w:rsid w:val="005A0AB3"/>
    <w:rsid w:val="005A0BC7"/>
    <w:rsid w:val="005A7E1F"/>
    <w:rsid w:val="005C6D87"/>
    <w:rsid w:val="005D694B"/>
    <w:rsid w:val="005E6C03"/>
    <w:rsid w:val="005E7F09"/>
    <w:rsid w:val="00603872"/>
    <w:rsid w:val="00622781"/>
    <w:rsid w:val="00622E60"/>
    <w:rsid w:val="006379C4"/>
    <w:rsid w:val="00640BFF"/>
    <w:rsid w:val="00653CF4"/>
    <w:rsid w:val="00665AE0"/>
    <w:rsid w:val="00670314"/>
    <w:rsid w:val="006757AA"/>
    <w:rsid w:val="006957EA"/>
    <w:rsid w:val="0069621B"/>
    <w:rsid w:val="006F004D"/>
    <w:rsid w:val="006F209E"/>
    <w:rsid w:val="00720868"/>
    <w:rsid w:val="00724ACF"/>
    <w:rsid w:val="00727F94"/>
    <w:rsid w:val="007337EB"/>
    <w:rsid w:val="00745D18"/>
    <w:rsid w:val="00776530"/>
    <w:rsid w:val="00791E8E"/>
    <w:rsid w:val="007A0109"/>
    <w:rsid w:val="007B2500"/>
    <w:rsid w:val="007B7E0B"/>
    <w:rsid w:val="007C4FBD"/>
    <w:rsid w:val="007D61D6"/>
    <w:rsid w:val="007E1B19"/>
    <w:rsid w:val="007E55FB"/>
    <w:rsid w:val="007F3623"/>
    <w:rsid w:val="007F3A4D"/>
    <w:rsid w:val="007F4F6A"/>
    <w:rsid w:val="0080528A"/>
    <w:rsid w:val="00815E99"/>
    <w:rsid w:val="00827311"/>
    <w:rsid w:val="00834BB4"/>
    <w:rsid w:val="00835187"/>
    <w:rsid w:val="00856035"/>
    <w:rsid w:val="00856E3A"/>
    <w:rsid w:val="008945D9"/>
    <w:rsid w:val="008A2728"/>
    <w:rsid w:val="008C0260"/>
    <w:rsid w:val="008C233D"/>
    <w:rsid w:val="00912057"/>
    <w:rsid w:val="00921A8B"/>
    <w:rsid w:val="00923BE5"/>
    <w:rsid w:val="00932B2F"/>
    <w:rsid w:val="009523F9"/>
    <w:rsid w:val="00964610"/>
    <w:rsid w:val="009D649C"/>
    <w:rsid w:val="009D71C1"/>
    <w:rsid w:val="009F2CF0"/>
    <w:rsid w:val="009F735F"/>
    <w:rsid w:val="00A04690"/>
    <w:rsid w:val="00A33679"/>
    <w:rsid w:val="00A40DD3"/>
    <w:rsid w:val="00A424DA"/>
    <w:rsid w:val="00A654B9"/>
    <w:rsid w:val="00A8311B"/>
    <w:rsid w:val="00AB6279"/>
    <w:rsid w:val="00AB7962"/>
    <w:rsid w:val="00AD5DF0"/>
    <w:rsid w:val="00AE6BBE"/>
    <w:rsid w:val="00AF281D"/>
    <w:rsid w:val="00B01F08"/>
    <w:rsid w:val="00B16E8F"/>
    <w:rsid w:val="00B30401"/>
    <w:rsid w:val="00B55C72"/>
    <w:rsid w:val="00B6637D"/>
    <w:rsid w:val="00B81819"/>
    <w:rsid w:val="00B941E1"/>
    <w:rsid w:val="00BB7258"/>
    <w:rsid w:val="00BB75FB"/>
    <w:rsid w:val="00BB76D0"/>
    <w:rsid w:val="00BC363C"/>
    <w:rsid w:val="00BF1314"/>
    <w:rsid w:val="00C62C24"/>
    <w:rsid w:val="00C635B6"/>
    <w:rsid w:val="00C74595"/>
    <w:rsid w:val="00C82224"/>
    <w:rsid w:val="00C909B9"/>
    <w:rsid w:val="00C92C32"/>
    <w:rsid w:val="00C97724"/>
    <w:rsid w:val="00CA1262"/>
    <w:rsid w:val="00CA20F9"/>
    <w:rsid w:val="00CB7F6F"/>
    <w:rsid w:val="00CC263D"/>
    <w:rsid w:val="00CE005B"/>
    <w:rsid w:val="00CE0898"/>
    <w:rsid w:val="00CF1A4A"/>
    <w:rsid w:val="00D0361A"/>
    <w:rsid w:val="00D23B7A"/>
    <w:rsid w:val="00D30ADD"/>
    <w:rsid w:val="00D33AB2"/>
    <w:rsid w:val="00D43A0D"/>
    <w:rsid w:val="00D46867"/>
    <w:rsid w:val="00D526F3"/>
    <w:rsid w:val="00DC733E"/>
    <w:rsid w:val="00DD3728"/>
    <w:rsid w:val="00DE4676"/>
    <w:rsid w:val="00DF312A"/>
    <w:rsid w:val="00DF57BE"/>
    <w:rsid w:val="00E03033"/>
    <w:rsid w:val="00E06500"/>
    <w:rsid w:val="00E2298C"/>
    <w:rsid w:val="00E233D2"/>
    <w:rsid w:val="00E27B31"/>
    <w:rsid w:val="00E57060"/>
    <w:rsid w:val="00E8370B"/>
    <w:rsid w:val="00E87616"/>
    <w:rsid w:val="00E90605"/>
    <w:rsid w:val="00E92047"/>
    <w:rsid w:val="00EA5C16"/>
    <w:rsid w:val="00EA5FFA"/>
    <w:rsid w:val="00EC29B6"/>
    <w:rsid w:val="00EE10DE"/>
    <w:rsid w:val="00EE5E35"/>
    <w:rsid w:val="00EF000D"/>
    <w:rsid w:val="00F36F20"/>
    <w:rsid w:val="00F545A3"/>
    <w:rsid w:val="00F74332"/>
    <w:rsid w:val="00F75DF3"/>
    <w:rsid w:val="00F93214"/>
    <w:rsid w:val="00FA2C29"/>
    <w:rsid w:val="00FB5706"/>
    <w:rsid w:val="00FB73FB"/>
    <w:rsid w:val="00FC2D14"/>
    <w:rsid w:val="00FC368A"/>
    <w:rsid w:val="00FD1D50"/>
    <w:rsid w:val="00FF3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6500B2E"/>
  <w15:docId w15:val="{0B303E36-95F9-4266-BD68-C57BDCE6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2B62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12057"/>
    <w:rPr>
      <w:rFonts w:ascii="Arial" w:hAnsi="Arial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93214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E27B31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37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Przemysław Bloch</cp:lastModifiedBy>
  <cp:revision>12</cp:revision>
  <cp:lastPrinted>2012-08-24T11:01:00Z</cp:lastPrinted>
  <dcterms:created xsi:type="dcterms:W3CDTF">2024-07-10T18:26:00Z</dcterms:created>
  <dcterms:modified xsi:type="dcterms:W3CDTF">2024-07-24T09:36:00Z</dcterms:modified>
</cp:coreProperties>
</file>